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353D" w14:textId="1AB58055" w:rsidR="00AD7090" w:rsidRPr="002D03E8" w:rsidRDefault="00FF6526" w:rsidP="003C5FC9">
      <w:pPr>
        <w:spacing w:afterLines="50" w:after="156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工业</w:t>
      </w:r>
      <w:r w:rsidR="006D5A80" w:rsidRPr="003C5FC9">
        <w:rPr>
          <w:rFonts w:ascii="宋体" w:eastAsia="宋体" w:hAnsi="宋体" w:hint="eastAsia"/>
          <w:b/>
          <w:sz w:val="28"/>
          <w:szCs w:val="28"/>
        </w:rPr>
        <w:t>建筑节能设计审查信息</w:t>
      </w:r>
      <w:r w:rsidR="004066D3" w:rsidRPr="004066D3">
        <w:t xml:space="preserve"> </w:t>
      </w:r>
      <w:r w:rsidR="002D03E8">
        <w:t xml:space="preserve">                          </w:t>
      </w:r>
      <w:r w:rsidR="003C5FC9">
        <w:t xml:space="preserve">                            </w:t>
      </w:r>
    </w:p>
    <w:tbl>
      <w:tblPr>
        <w:tblW w:w="9644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386"/>
        <w:gridCol w:w="151"/>
        <w:gridCol w:w="1843"/>
        <w:gridCol w:w="1276"/>
        <w:gridCol w:w="274"/>
        <w:gridCol w:w="860"/>
        <w:gridCol w:w="699"/>
        <w:gridCol w:w="577"/>
        <w:gridCol w:w="9"/>
        <w:gridCol w:w="1106"/>
        <w:gridCol w:w="1446"/>
      </w:tblGrid>
      <w:tr w:rsidR="00C847F9" w:rsidRPr="002D03E8" w14:paraId="364B3BD4" w14:textId="77777777" w:rsidTr="0019510E">
        <w:trPr>
          <w:trHeight w:val="397"/>
          <w:jc w:val="center"/>
        </w:trPr>
        <w:tc>
          <w:tcPr>
            <w:tcW w:w="1403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14284213" w14:textId="7E5F9CC4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建设单位名称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77B8F5E" w14:textId="755737DB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0" w:name="建设单位"/>
            <w:r w:rsidRPr="00C847F9">
              <w:rPr>
                <w:rFonts w:ascii="宋体" w:eastAsia="宋体" w:hAnsi="宋体" w:hint="eastAsia"/>
                <w:sz w:val="18"/>
                <w:szCs w:val="18"/>
              </w:rPr>
              <w:t>抚远市乌苏镇八盖村鱼类产品精细化加工项目</w:t>
            </w:r>
            <w:bookmarkEnd w:id="0"/>
            <w:r w:rsidRPr="00C847F9">
              <w:rPr>
                <w:rFonts w:ascii="宋体" w:eastAsia="宋体" w:hAnsi="宋体" w:hint="eastAsia"/>
                <w:sz w:val="18"/>
                <w:szCs w:val="18"/>
              </w:rPr>
              <w:t xml:space="preserve">                   （章）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A37F965" w14:textId="5369235A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设计单位名称</w:t>
            </w:r>
          </w:p>
        </w:tc>
        <w:tc>
          <w:tcPr>
            <w:tcW w:w="313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674EEA" w14:textId="1586B632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 xml:space="preserve">    </w:t>
            </w:r>
            <w:bookmarkStart w:id="1" w:name="设计单位"/>
            <w:r w:rsidRPr="00C847F9">
              <w:rPr>
                <w:rFonts w:ascii="宋体" w:eastAsia="宋体" w:hAnsi="宋体" w:hint="eastAsia"/>
                <w:sz w:val="18"/>
                <w:szCs w:val="18"/>
              </w:rPr>
              <w:t>中庚工程技术有限公司</w:t>
            </w:r>
            <w:bookmarkEnd w:id="1"/>
            <w:r w:rsidRPr="00C847F9">
              <w:rPr>
                <w:rFonts w:ascii="宋体" w:eastAsia="宋体" w:hAnsi="宋体" w:hint="eastAsia"/>
                <w:sz w:val="18"/>
                <w:szCs w:val="18"/>
              </w:rPr>
              <w:t xml:space="preserve">                （章） </w:t>
            </w:r>
          </w:p>
        </w:tc>
      </w:tr>
      <w:tr w:rsidR="00C847F9" w:rsidRPr="002D03E8" w14:paraId="7AEDAB18" w14:textId="77777777" w:rsidTr="0019510E">
        <w:trPr>
          <w:trHeight w:val="397"/>
          <w:jc w:val="center"/>
        </w:trPr>
        <w:tc>
          <w:tcPr>
            <w:tcW w:w="1403" w:type="dxa"/>
            <w:gridSpan w:val="2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F42FF2A" w14:textId="167C7166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联 系 人</w:t>
            </w:r>
          </w:p>
        </w:tc>
        <w:tc>
          <w:tcPr>
            <w:tcW w:w="3544" w:type="dxa"/>
            <w:gridSpan w:val="4"/>
            <w:shd w:val="clear" w:color="auto" w:fill="FFFFFF"/>
            <w:vAlign w:val="center"/>
          </w:tcPr>
          <w:p w14:paraId="4843F594" w14:textId="7F9844F2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72310A66" w14:textId="738A646B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联系</w:t>
            </w:r>
            <w:r w:rsidRPr="00C847F9">
              <w:rPr>
                <w:rFonts w:ascii="宋体" w:eastAsia="宋体" w:hAnsi="宋体"/>
                <w:sz w:val="18"/>
                <w:szCs w:val="18"/>
              </w:rPr>
              <w:t>电话</w:t>
            </w:r>
          </w:p>
        </w:tc>
        <w:tc>
          <w:tcPr>
            <w:tcW w:w="3138" w:type="dxa"/>
            <w:gridSpan w:val="4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E68F0E0" w14:textId="77777777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C847F9" w:rsidRPr="002D03E8" w14:paraId="1B00D33D" w14:textId="77777777" w:rsidTr="0019510E">
        <w:trPr>
          <w:trHeight w:val="397"/>
          <w:jc w:val="center"/>
        </w:trPr>
        <w:tc>
          <w:tcPr>
            <w:tcW w:w="1403" w:type="dxa"/>
            <w:gridSpan w:val="2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AC9C33D" w14:textId="417A4A27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建设项目名称</w:t>
            </w:r>
          </w:p>
        </w:tc>
        <w:tc>
          <w:tcPr>
            <w:tcW w:w="3544" w:type="dxa"/>
            <w:gridSpan w:val="4"/>
            <w:shd w:val="clear" w:color="auto" w:fill="FFFFFF"/>
            <w:vAlign w:val="center"/>
          </w:tcPr>
          <w:p w14:paraId="7953B706" w14:textId="0B7B8EB1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" w:name="项目名称"/>
            <w:r w:rsidRPr="00C847F9">
              <w:rPr>
                <w:rFonts w:ascii="宋体" w:eastAsia="宋体" w:hAnsi="宋体" w:hint="eastAsia"/>
                <w:sz w:val="18"/>
                <w:szCs w:val="18"/>
              </w:rPr>
              <w:t>抚远市乌苏镇人民政府</w:t>
            </w:r>
            <w:bookmarkEnd w:id="2"/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1BA16668" w14:textId="7817DE34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结构类型</w:t>
            </w:r>
          </w:p>
        </w:tc>
        <w:tc>
          <w:tcPr>
            <w:tcW w:w="3138" w:type="dxa"/>
            <w:gridSpan w:val="4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19E255C3" w14:textId="46B4713E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3" w:name="结构类型"/>
            <w:r w:rsidRPr="00C847F9">
              <w:rPr>
                <w:rFonts w:ascii="宋体" w:eastAsia="宋体" w:hAnsi="宋体" w:hint="eastAsia"/>
                <w:sz w:val="18"/>
                <w:szCs w:val="18"/>
              </w:rPr>
              <w:t>钢结构</w:t>
            </w:r>
            <w:bookmarkEnd w:id="3"/>
          </w:p>
        </w:tc>
      </w:tr>
      <w:tr w:rsidR="00C847F9" w:rsidRPr="002D03E8" w14:paraId="69810A78" w14:textId="77777777" w:rsidTr="0019510E">
        <w:trPr>
          <w:trHeight w:val="397"/>
          <w:jc w:val="center"/>
        </w:trPr>
        <w:tc>
          <w:tcPr>
            <w:tcW w:w="1403" w:type="dxa"/>
            <w:gridSpan w:val="2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9B483E2" w14:textId="4677C45F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建设项目地址</w:t>
            </w:r>
          </w:p>
        </w:tc>
        <w:tc>
          <w:tcPr>
            <w:tcW w:w="3544" w:type="dxa"/>
            <w:gridSpan w:val="4"/>
            <w:shd w:val="clear" w:color="auto" w:fill="FFFFFF"/>
            <w:vAlign w:val="center"/>
          </w:tcPr>
          <w:p w14:paraId="6D343BD5" w14:textId="7BB53B5D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4" w:name="工程地点"/>
            <w:r w:rsidRPr="00C847F9">
              <w:rPr>
                <w:rFonts w:ascii="宋体" w:eastAsia="宋体" w:hAnsi="宋体" w:hint="eastAsia"/>
                <w:sz w:val="18"/>
                <w:szCs w:val="18"/>
              </w:rPr>
              <w:t>黑龙江-佳木斯-抚远</w:t>
            </w:r>
            <w:bookmarkEnd w:id="4"/>
            <w:r w:rsidRPr="00C847F9">
              <w:rPr>
                <w:rFonts w:ascii="宋体" w:eastAsia="宋体" w:hAnsi="宋体" w:hint="eastAsia"/>
                <w:sz w:val="18"/>
                <w:szCs w:val="18"/>
              </w:rPr>
              <w:t xml:space="preserve">           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07E84634" w14:textId="6333A58E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建筑面积（m2）</w:t>
            </w:r>
          </w:p>
        </w:tc>
        <w:tc>
          <w:tcPr>
            <w:tcW w:w="3138" w:type="dxa"/>
            <w:gridSpan w:val="4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74D9FB0D" w14:textId="4F63169F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5" w:name="建筑面积"/>
            <w:r w:rsidRPr="00C847F9">
              <w:rPr>
                <w:rFonts w:ascii="宋体" w:eastAsia="宋体" w:hAnsi="宋体" w:hint="eastAsia"/>
                <w:sz w:val="18"/>
                <w:szCs w:val="18"/>
              </w:rPr>
              <w:t>360</w:t>
            </w:r>
            <w:bookmarkEnd w:id="5"/>
          </w:p>
        </w:tc>
      </w:tr>
      <w:tr w:rsidR="00C847F9" w:rsidRPr="002D03E8" w14:paraId="767F2C39" w14:textId="77777777" w:rsidTr="0019510E">
        <w:trPr>
          <w:trHeight w:val="397"/>
          <w:jc w:val="center"/>
        </w:trPr>
        <w:tc>
          <w:tcPr>
            <w:tcW w:w="1403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67B9B67" w14:textId="2041AB86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hAnsi="宋体" w:hint="eastAsia"/>
                <w:sz w:val="18"/>
                <w:szCs w:val="18"/>
              </w:rPr>
              <w:t>高度</w:t>
            </w:r>
            <w:r w:rsidRPr="004A696E">
              <w:rPr>
                <w:rFonts w:ascii="宋体" w:hAnsi="宋体" w:hint="eastAsia"/>
                <w:sz w:val="18"/>
                <w:szCs w:val="18"/>
              </w:rPr>
              <w:t>(m)</w:t>
            </w:r>
          </w:p>
        </w:tc>
        <w:tc>
          <w:tcPr>
            <w:tcW w:w="1994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F0570EC" w14:textId="38E9AAA6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6" w:name="地上高度"/>
            <w:r w:rsidRPr="00C847F9">
              <w:rPr>
                <w:rFonts w:ascii="宋体" w:eastAsia="宋体" w:hAnsi="宋体" w:hint="eastAsia"/>
                <w:sz w:val="18"/>
                <w:szCs w:val="18"/>
              </w:rPr>
              <w:t>6.65</w:t>
            </w:r>
            <w:bookmarkEnd w:id="6"/>
          </w:p>
        </w:tc>
        <w:tc>
          <w:tcPr>
            <w:tcW w:w="1550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EC9D18C" w14:textId="1ABA1957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层 数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F78AA19" w14:textId="4C5DC90F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 xml:space="preserve">   </w:t>
            </w:r>
            <w:bookmarkStart w:id="7" w:name="地上层数"/>
            <w:r w:rsidRPr="00C847F9">
              <w:rPr>
                <w:rFonts w:ascii="宋体" w:eastAsia="宋体" w:hAnsi="宋体" w:hint="eastAsia"/>
                <w:sz w:val="18"/>
                <w:szCs w:val="18"/>
              </w:rPr>
              <w:t xml:space="preserve">2</w:t>
            </w:r>
            <w:bookmarkEnd w:id="7"/>
          </w:p>
        </w:tc>
        <w:tc>
          <w:tcPr>
            <w:tcW w:w="1692" w:type="dxa"/>
            <w:gridSpan w:val="3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3224A70" w14:textId="59D5B196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847F9">
              <w:rPr>
                <w:rFonts w:ascii="宋体" w:eastAsia="宋体" w:hAnsi="宋体" w:hint="eastAsia"/>
                <w:sz w:val="18"/>
                <w:szCs w:val="18"/>
              </w:rPr>
              <w:t>气候分区</w:t>
            </w:r>
          </w:p>
        </w:tc>
        <w:tc>
          <w:tcPr>
            <w:tcW w:w="144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758E7DDB" w14:textId="106ED078" w:rsidR="00C847F9" w:rsidRPr="002D03E8" w:rsidRDefault="00C847F9" w:rsidP="00C847F9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8" w:name="气候分区"/>
            <w:r w:rsidRPr="00C847F9">
              <w:rPr>
                <w:rFonts w:ascii="宋体" w:eastAsia="宋体" w:hAnsi="宋体" w:hint="eastAsia"/>
                <w:sz w:val="18"/>
                <w:szCs w:val="18"/>
              </w:rPr>
              <w:t>严寒B区</w:t>
            </w:r>
            <w:bookmarkEnd w:id="8"/>
          </w:p>
        </w:tc>
      </w:tr>
      <w:tr w:rsidR="00DD05DF" w:rsidRPr="002D03E8" w14:paraId="04B95D25" w14:textId="77777777" w:rsidTr="0019510E">
        <w:trPr>
          <w:trHeight w:val="397"/>
          <w:jc w:val="center"/>
        </w:trPr>
        <w:tc>
          <w:tcPr>
            <w:tcW w:w="140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07D075AE" w14:textId="77777777" w:rsidR="00DD05DF" w:rsidRPr="00553604" w:rsidRDefault="00DD05DF" w:rsidP="00DD05DF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553604">
              <w:rPr>
                <w:rFonts w:ascii="宋体" w:eastAsia="宋体" w:hAnsi="宋体" w:hint="eastAsia"/>
                <w:b/>
                <w:sz w:val="18"/>
                <w:szCs w:val="18"/>
              </w:rPr>
              <w:t>采用的可再生能源技术</w:t>
            </w:r>
          </w:p>
        </w:tc>
        <w:tc>
          <w:tcPr>
            <w:tcW w:w="5103" w:type="dxa"/>
            <w:gridSpan w:val="6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33F4822" w14:textId="77777777" w:rsidR="00DD05DF" w:rsidRPr="002D03E8" w:rsidRDefault="00DD05DF" w:rsidP="00DD05DF">
            <w:pPr>
              <w:ind w:firstLineChars="200" w:firstLine="36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太阳能光</w:t>
            </w:r>
            <w:proofErr w:type="gramStart"/>
            <w:r w:rsidRPr="002D03E8">
              <w:rPr>
                <w:rFonts w:ascii="宋体" w:eastAsia="宋体" w:hAnsi="宋体" w:hint="eastAsia"/>
                <w:sz w:val="18"/>
                <w:szCs w:val="18"/>
              </w:rPr>
              <w:t>伏系统</w:t>
            </w:r>
            <w:proofErr w:type="gramEnd"/>
            <w:r w:rsidRPr="002D03E8">
              <w:rPr>
                <w:rFonts w:ascii="宋体" w:eastAsia="宋体" w:hAnsi="宋体" w:hint="eastAsia"/>
                <w:sz w:val="18"/>
                <w:szCs w:val="18"/>
              </w:rPr>
              <w:t xml:space="preserve">□      太阳能热水系统□  </w:t>
            </w:r>
          </w:p>
          <w:p w14:paraId="0DBF3BD6" w14:textId="77777777" w:rsidR="00DD05DF" w:rsidRPr="002D03E8" w:rsidRDefault="00DD05DF" w:rsidP="00DD05DF">
            <w:pPr>
              <w:ind w:firstLineChars="200" w:firstLine="36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 xml:space="preserve">太阳能供暖系统□      太阳能空调系统□  </w:t>
            </w:r>
          </w:p>
          <w:p w14:paraId="7C674167" w14:textId="77777777" w:rsidR="00DD05DF" w:rsidRPr="002D03E8" w:rsidRDefault="00DD05DF" w:rsidP="00DD05DF">
            <w:pPr>
              <w:ind w:firstLineChars="200" w:firstLine="36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地源热泵系统□        空气源热泵系统□</w:t>
            </w:r>
          </w:p>
          <w:p w14:paraId="20450342" w14:textId="77777777" w:rsidR="00DD05DF" w:rsidRPr="002D03E8" w:rsidRDefault="00DD05DF" w:rsidP="00DD05DF">
            <w:pPr>
              <w:ind w:firstLineChars="200" w:firstLine="36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余热回收系统□        其他____________</w:t>
            </w:r>
          </w:p>
        </w:tc>
        <w:tc>
          <w:tcPr>
            <w:tcW w:w="1692" w:type="dxa"/>
            <w:gridSpan w:val="3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29AB1C1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应用面积（m</w:t>
            </w:r>
            <w:r w:rsidRPr="002D03E8">
              <w:rPr>
                <w:rFonts w:ascii="宋体" w:eastAsia="宋体" w:hAnsi="宋体" w:hint="eastAsia"/>
                <w:sz w:val="18"/>
                <w:szCs w:val="18"/>
                <w:vertAlign w:val="superscript"/>
              </w:rPr>
              <w:t>2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4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A1E41F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DD05DF" w:rsidRPr="002D03E8" w14:paraId="5128018A" w14:textId="77777777" w:rsidTr="0019510E">
        <w:trPr>
          <w:trHeight w:val="397"/>
          <w:jc w:val="center"/>
        </w:trPr>
        <w:tc>
          <w:tcPr>
            <w:tcW w:w="1403" w:type="dxa"/>
            <w:gridSpan w:val="2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6370CC9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vMerge/>
            <w:shd w:val="clear" w:color="auto" w:fill="FFFFFF"/>
            <w:vAlign w:val="center"/>
          </w:tcPr>
          <w:p w14:paraId="18F26BA4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692" w:type="dxa"/>
            <w:gridSpan w:val="3"/>
            <w:shd w:val="clear" w:color="auto" w:fill="FFFFFF"/>
            <w:vAlign w:val="center"/>
          </w:tcPr>
          <w:p w14:paraId="27182648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装机容量(MW)</w:t>
            </w:r>
          </w:p>
        </w:tc>
        <w:tc>
          <w:tcPr>
            <w:tcW w:w="144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6481585E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DD05DF" w:rsidRPr="002D03E8" w14:paraId="28DB8532" w14:textId="77777777" w:rsidTr="0019510E">
        <w:trPr>
          <w:trHeight w:val="397"/>
          <w:jc w:val="center"/>
        </w:trPr>
        <w:tc>
          <w:tcPr>
            <w:tcW w:w="140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6CFDA7C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EFD883B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692" w:type="dxa"/>
            <w:gridSpan w:val="3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F6040B0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年发电总量(kW·h)</w:t>
            </w:r>
          </w:p>
        </w:tc>
        <w:tc>
          <w:tcPr>
            <w:tcW w:w="144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7A9E6026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F6C41" w:rsidRPr="002D03E8" w14:paraId="76FB50FB" w14:textId="77777777" w:rsidTr="00F73D8C">
        <w:trPr>
          <w:trHeight w:val="397"/>
          <w:jc w:val="center"/>
        </w:trPr>
        <w:tc>
          <w:tcPr>
            <w:tcW w:w="339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2BFCC685" w14:textId="77777777" w:rsidR="00EF6C41" w:rsidRPr="002D03E8" w:rsidRDefault="00EF6C41" w:rsidP="00C4189F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围护结构部位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B58B2F0" w14:textId="267C85D0" w:rsidR="00EF6C41" w:rsidRPr="002D03E8" w:rsidRDefault="00EF6C41" w:rsidP="00C4189F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传热系数K标准限值[W/(m</w:t>
            </w:r>
            <w:r w:rsidRPr="002D03E8">
              <w:rPr>
                <w:rFonts w:ascii="宋体" w:eastAsia="宋体" w:hAnsi="宋体" w:hint="eastAsia"/>
                <w:b/>
                <w:sz w:val="18"/>
                <w:szCs w:val="18"/>
                <w:vertAlign w:val="superscript"/>
              </w:rPr>
              <w:t>2</w:t>
            </w: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·K)]</w:t>
            </w:r>
          </w:p>
        </w:tc>
        <w:tc>
          <w:tcPr>
            <w:tcW w:w="2561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D553C4" w14:textId="77777777" w:rsidR="00EF6C41" w:rsidRPr="002D03E8" w:rsidRDefault="00EF6C41" w:rsidP="00C4189F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传热系数K设计值[W/(m</w:t>
            </w:r>
            <w:r w:rsidRPr="002D03E8">
              <w:rPr>
                <w:rFonts w:ascii="宋体" w:eastAsia="宋体" w:hAnsi="宋体" w:hint="eastAsia"/>
                <w:b/>
                <w:sz w:val="18"/>
                <w:szCs w:val="18"/>
                <w:vertAlign w:val="superscript"/>
              </w:rPr>
              <w:t>2</w:t>
            </w: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·K)]</w:t>
            </w:r>
          </w:p>
        </w:tc>
      </w:tr>
      <w:tr w:rsidR="00EF6C41" w:rsidRPr="002D03E8" w14:paraId="032D6553" w14:textId="77777777" w:rsidTr="00F73D8C">
        <w:trPr>
          <w:trHeight w:val="397"/>
          <w:jc w:val="center"/>
        </w:trPr>
        <w:tc>
          <w:tcPr>
            <w:tcW w:w="3397" w:type="dxa"/>
            <w:gridSpan w:val="4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3318AE3" w14:textId="77777777" w:rsidR="00EF6C41" w:rsidRPr="002D03E8" w:rsidRDefault="00EF6C41" w:rsidP="00C4189F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06F20FC" w14:textId="171BFB2A" w:rsidR="00EF6C41" w:rsidRPr="00EF6C41" w:rsidRDefault="00EF6C41" w:rsidP="00C4189F">
            <w:pPr>
              <w:jc w:val="left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F6C41">
              <w:rPr>
                <w:rFonts w:ascii="宋体" w:eastAsia="宋体" w:hAnsi="宋体" w:hint="eastAsia"/>
                <w:bCs/>
                <w:sz w:val="18"/>
                <w:szCs w:val="18"/>
              </w:rPr>
              <w:t>体型系数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≤0</w:t>
            </w:r>
            <w:r>
              <w:rPr>
                <w:rFonts w:ascii="宋体" w:eastAsia="宋体" w:hAnsi="宋体"/>
                <w:sz w:val="18"/>
                <w:szCs w:val="18"/>
              </w:rPr>
              <w:t>.10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2514269" w14:textId="6B06E5E7" w:rsidR="00EF6C41" w:rsidRPr="002D03E8" w:rsidRDefault="00EF6C41" w:rsidP="00C4189F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.10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＜体型系数≤0</w:t>
            </w:r>
            <w:r>
              <w:rPr>
                <w:rFonts w:ascii="宋体" w:eastAsia="宋体" w:hAnsi="宋体"/>
                <w:sz w:val="18"/>
                <w:szCs w:val="18"/>
              </w:rPr>
              <w:t>.15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3EA9E02A" w14:textId="3267A714" w:rsidR="00EF6C41" w:rsidRPr="002D03E8" w:rsidRDefault="00EF6C41" w:rsidP="00C4189F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EF6C41">
              <w:rPr>
                <w:rFonts w:ascii="宋体" w:eastAsia="宋体" w:hAnsi="宋体" w:hint="eastAsia"/>
                <w:bCs/>
                <w:sz w:val="18"/>
                <w:szCs w:val="18"/>
              </w:rPr>
              <w:t>体型系数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＞0</w:t>
            </w:r>
            <w:r>
              <w:rPr>
                <w:rFonts w:ascii="宋体" w:eastAsia="宋体" w:hAnsi="宋体"/>
                <w:sz w:val="18"/>
                <w:szCs w:val="18"/>
              </w:rPr>
              <w:t>.15</w:t>
            </w:r>
          </w:p>
        </w:tc>
        <w:tc>
          <w:tcPr>
            <w:tcW w:w="2561" w:type="dxa"/>
            <w:gridSpan w:val="3"/>
            <w:vMerge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1609707F" w14:textId="77777777" w:rsidR="00EF6C41" w:rsidRPr="002D03E8" w:rsidRDefault="00EF6C41" w:rsidP="00C4189F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</w:p>
        </w:tc>
      </w:tr>
      <w:tr w:rsidR="00962F55" w:rsidRPr="002D03E8" w14:paraId="5C17BB32" w14:textId="77777777" w:rsidTr="00F73D8C">
        <w:trPr>
          <w:trHeight w:val="397"/>
          <w:jc w:val="center"/>
        </w:trPr>
        <w:tc>
          <w:tcPr>
            <w:tcW w:w="3397" w:type="dxa"/>
            <w:gridSpan w:val="4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106F090" w14:textId="1C714E44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屋面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09C7F08" w14:textId="27F97EC0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≤0</w:t>
            </w:r>
            <w:r>
              <w:rPr>
                <w:rFonts w:ascii="宋体" w:eastAsia="宋体" w:hAnsi="宋体"/>
                <w:sz w:val="18"/>
                <w:szCs w:val="18"/>
              </w:rPr>
              <w:t>.4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7EC21884" w14:textId="5415C213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≤0</w:t>
            </w:r>
            <w:r>
              <w:rPr>
                <w:rFonts w:ascii="宋体" w:eastAsia="宋体" w:hAnsi="宋体"/>
                <w:sz w:val="18"/>
                <w:szCs w:val="18"/>
              </w:rPr>
              <w:t>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4</w:t>
            </w:r>
            <w:r>
              <w:rPr>
                <w:rFonts w:ascii="宋体" w:eastAsia="宋体" w:hAnsi="宋体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22479AEF" w14:textId="02FC9CCA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≤0</w:t>
            </w:r>
            <w:r>
              <w:rPr>
                <w:rFonts w:ascii="宋体" w:eastAsia="宋体" w:hAnsi="宋体"/>
                <w:sz w:val="18"/>
                <w:szCs w:val="18"/>
              </w:rPr>
              <w:t>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40</w:t>
            </w:r>
          </w:p>
        </w:tc>
        <w:tc>
          <w:tcPr>
            <w:tcW w:w="2561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300F7567" w14:textId="79FE5203" w:rsidR="00962F55" w:rsidRPr="002D03E8" w:rsidRDefault="00C2537A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9" w:name="屋顶K"/>
            <w:r w:rsidRPr="00C2537A">
              <w:rPr>
                <w:rFonts w:ascii="宋体" w:eastAsia="宋体" w:hAnsi="宋体" w:hint="eastAsia"/>
                <w:sz w:val="18"/>
                <w:szCs w:val="18"/>
              </w:rPr>
              <w:t>0.39</w:t>
            </w:r>
            <w:bookmarkEnd w:id="9"/>
          </w:p>
        </w:tc>
      </w:tr>
      <w:tr w:rsidR="00962F55" w:rsidRPr="002D03E8" w14:paraId="4CA629E4" w14:textId="77777777" w:rsidTr="00F73D8C">
        <w:trPr>
          <w:trHeight w:val="397"/>
          <w:jc w:val="center"/>
        </w:trPr>
        <w:tc>
          <w:tcPr>
            <w:tcW w:w="3397" w:type="dxa"/>
            <w:gridSpan w:val="4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F8C3135" w14:textId="0678207F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外墙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1775C4E" w14:textId="18B73F98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≤0</w:t>
            </w:r>
            <w:r>
              <w:rPr>
                <w:rFonts w:ascii="宋体" w:eastAsia="宋体" w:hAnsi="宋体"/>
                <w:sz w:val="18"/>
                <w:szCs w:val="18"/>
              </w:rPr>
              <w:t>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6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B1CFB1F" w14:textId="50AA9459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≤0</w:t>
            </w:r>
            <w:r>
              <w:rPr>
                <w:rFonts w:ascii="宋体" w:eastAsia="宋体" w:hAnsi="宋体"/>
                <w:sz w:val="18"/>
                <w:szCs w:val="18"/>
              </w:rPr>
              <w:t>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55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20489AB8" w14:textId="08170B97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≤0</w:t>
            </w:r>
            <w:r>
              <w:rPr>
                <w:rFonts w:ascii="宋体" w:eastAsia="宋体" w:hAnsi="宋体"/>
                <w:sz w:val="18"/>
                <w:szCs w:val="18"/>
              </w:rPr>
              <w:t>.4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5</w:t>
            </w:r>
          </w:p>
        </w:tc>
        <w:tc>
          <w:tcPr>
            <w:tcW w:w="2561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1C643DDE" w14:textId="484AA4C8" w:rsidR="00962F55" w:rsidRPr="002D03E8" w:rsidRDefault="00C2537A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0" w:name="外墙K"/>
            <w:r w:rsidRPr="00C2537A">
              <w:rPr>
                <w:rFonts w:ascii="宋体" w:eastAsia="宋体" w:hAnsi="宋体" w:hint="eastAsia"/>
                <w:sz w:val="18"/>
                <w:szCs w:val="18"/>
              </w:rPr>
              <w:t>0.45</w:t>
            </w:r>
            <w:bookmarkEnd w:id="10"/>
          </w:p>
        </w:tc>
      </w:tr>
      <w:tr w:rsidR="00962F55" w:rsidRPr="002D03E8" w14:paraId="73AFEEAD" w14:textId="77777777" w:rsidTr="00F73D8C">
        <w:trPr>
          <w:trHeight w:val="397"/>
          <w:jc w:val="center"/>
        </w:trPr>
        <w:tc>
          <w:tcPr>
            <w:tcW w:w="1017" w:type="dxa"/>
            <w:vMerge w:val="restart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9121672" w14:textId="5E27A7C2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立面外窗</w:t>
            </w:r>
          </w:p>
        </w:tc>
        <w:tc>
          <w:tcPr>
            <w:tcW w:w="2380" w:type="dxa"/>
            <w:gridSpan w:val="3"/>
            <w:shd w:val="clear" w:color="auto" w:fill="FFFFFF"/>
            <w:vAlign w:val="center"/>
          </w:tcPr>
          <w:p w14:paraId="65F3CD08" w14:textId="7F4216D0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hint="eastAsia"/>
                <w:sz w:val="18"/>
                <w:szCs w:val="18"/>
              </w:rPr>
              <w:t>窗墙面积</w:t>
            </w:r>
            <w:proofErr w:type="gramEnd"/>
            <w:r>
              <w:rPr>
                <w:rFonts w:ascii="宋体" w:eastAsia="宋体" w:hAnsi="宋体" w:hint="eastAsia"/>
                <w:sz w:val="18"/>
                <w:szCs w:val="18"/>
              </w:rPr>
              <w:t>比≤</w:t>
            </w:r>
            <w:r>
              <w:rPr>
                <w:rFonts w:ascii="宋体" w:eastAsia="宋体" w:hAnsi="宋体"/>
                <w:sz w:val="18"/>
                <w:szCs w:val="18"/>
              </w:rPr>
              <w:t>0.20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C0A50CD" w14:textId="2257A32A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3.00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2CA7F65" w14:textId="0EFC8484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2.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7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550D9FE5" w14:textId="7861C3EB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2.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7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2561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6BBF4ED" w14:textId="3655E0C9" w:rsidR="00962F55" w:rsidRPr="002D03E8" w:rsidRDefault="00C2537A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1" w:name="if（窗墙比≤0。2，外窗K）"/>
            <w:r w:rsidRPr="00C2537A">
              <w:rPr>
                <w:rFonts w:ascii="宋体" w:eastAsia="宋体" w:hAnsi="宋体" w:hint="eastAsia"/>
                <w:sz w:val="18"/>
                <w:szCs w:val="18"/>
              </w:rPr>
              <w:t>2.50</w:t>
            </w:r>
            <w:bookmarkEnd w:id="11"/>
          </w:p>
        </w:tc>
      </w:tr>
      <w:tr w:rsidR="00962F55" w:rsidRPr="002D03E8" w14:paraId="4E7D2570" w14:textId="77777777" w:rsidTr="00F73D8C">
        <w:trPr>
          <w:trHeight w:val="397"/>
          <w:jc w:val="center"/>
        </w:trPr>
        <w:tc>
          <w:tcPr>
            <w:tcW w:w="1017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F646719" w14:textId="77777777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380" w:type="dxa"/>
            <w:gridSpan w:val="3"/>
            <w:shd w:val="clear" w:color="auto" w:fill="FFFFFF"/>
            <w:vAlign w:val="center"/>
          </w:tcPr>
          <w:p w14:paraId="09D3F47D" w14:textId="6FEB71CC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.20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＜</w:t>
            </w:r>
            <w:proofErr w:type="gramStart"/>
            <w:r>
              <w:rPr>
                <w:rFonts w:ascii="宋体" w:eastAsia="宋体" w:hAnsi="宋体" w:hint="eastAsia"/>
                <w:sz w:val="18"/>
                <w:szCs w:val="18"/>
              </w:rPr>
              <w:t>窗墙面积</w:t>
            </w:r>
            <w:proofErr w:type="gramEnd"/>
            <w:r>
              <w:rPr>
                <w:rFonts w:ascii="宋体" w:eastAsia="宋体" w:hAnsi="宋体" w:hint="eastAsia"/>
                <w:sz w:val="18"/>
                <w:szCs w:val="18"/>
              </w:rPr>
              <w:t>比≤0</w:t>
            </w:r>
            <w:r>
              <w:rPr>
                <w:rFonts w:ascii="宋体" w:eastAsia="宋体" w:hAnsi="宋体"/>
                <w:sz w:val="18"/>
                <w:szCs w:val="18"/>
              </w:rPr>
              <w:t>.30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9326313" w14:textId="5358E5D6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2.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7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2D0FA52C" w14:textId="14B454F7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2.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5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2357210D" w14:textId="6D190FBA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2.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5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2561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609BA7B1" w14:textId="10CD1C44" w:rsidR="00962F55" w:rsidRPr="002D03E8" w:rsidRDefault="00C2537A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2" w:name="if（0。2＜窗墙比＆＆窗墙比≤0。3，外窗K）"/>
            <w:r w:rsidRPr="00C2537A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12"/>
          </w:p>
        </w:tc>
      </w:tr>
      <w:tr w:rsidR="00962F55" w:rsidRPr="002D03E8" w14:paraId="68047681" w14:textId="77777777" w:rsidTr="00F73D8C">
        <w:trPr>
          <w:trHeight w:val="397"/>
          <w:jc w:val="center"/>
        </w:trPr>
        <w:tc>
          <w:tcPr>
            <w:tcW w:w="1017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A7666DF" w14:textId="77777777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380" w:type="dxa"/>
            <w:gridSpan w:val="3"/>
            <w:shd w:val="clear" w:color="auto" w:fill="FFFFFF"/>
            <w:vAlign w:val="center"/>
          </w:tcPr>
          <w:p w14:paraId="2B55856E" w14:textId="0A0E14CE" w:rsidR="00962F55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窗墙面积</w:t>
            </w:r>
            <w:proofErr w:type="gramEnd"/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比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＞0</w:t>
            </w:r>
            <w:r>
              <w:rPr>
                <w:rFonts w:ascii="宋体" w:eastAsia="宋体" w:hAnsi="宋体"/>
                <w:sz w:val="18"/>
                <w:szCs w:val="18"/>
              </w:rPr>
              <w:t>.30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8349037" w14:textId="5F0C1F3B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2.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5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638D3385" w14:textId="6129D621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2.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2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0AEC8FBA" w14:textId="70F49E20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2.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2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2561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30527FFA" w14:textId="3E5A4711" w:rsidR="00962F55" w:rsidRPr="002D03E8" w:rsidRDefault="00C2537A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3" w:name="if（窗墙比＞0。3，外窗K）"/>
            <w:r w:rsidRPr="00C2537A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13"/>
          </w:p>
        </w:tc>
      </w:tr>
      <w:tr w:rsidR="00962F55" w:rsidRPr="002D03E8" w14:paraId="55FE5170" w14:textId="77777777" w:rsidTr="00F73D8C">
        <w:trPr>
          <w:trHeight w:val="397"/>
          <w:jc w:val="center"/>
        </w:trPr>
        <w:tc>
          <w:tcPr>
            <w:tcW w:w="3397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DA30FC2" w14:textId="7B3065A6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屋面透光部分</w:t>
            </w:r>
          </w:p>
        </w:tc>
        <w:tc>
          <w:tcPr>
            <w:tcW w:w="3686" w:type="dxa"/>
            <w:gridSpan w:val="5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3A08A79" w14:textId="3EA6AD55" w:rsidR="00962F55" w:rsidRPr="002D03E8" w:rsidRDefault="00962F55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2.</w:t>
            </w:r>
            <w:r w:rsidR="00AF6C30">
              <w:rPr>
                <w:rFonts w:ascii="宋体" w:eastAsia="宋体" w:hAnsi="宋体"/>
                <w:sz w:val="18"/>
                <w:szCs w:val="18"/>
              </w:rPr>
              <w:t>7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2561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ED2DAE" w14:textId="1B50026B" w:rsidR="00962F55" w:rsidRPr="002D03E8" w:rsidRDefault="00C2537A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4" w:name="天窗K"/>
            <w:r w:rsidRPr="00C2537A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14"/>
          </w:p>
        </w:tc>
      </w:tr>
      <w:tr w:rsidR="008115E1" w:rsidRPr="002D03E8" w14:paraId="47799C27" w14:textId="77777777" w:rsidTr="00F73D8C">
        <w:trPr>
          <w:trHeight w:val="397"/>
          <w:jc w:val="center"/>
        </w:trPr>
        <w:tc>
          <w:tcPr>
            <w:tcW w:w="3397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0E096DAB" w14:textId="5A34EB51" w:rsidR="008115E1" w:rsidRPr="008115E1" w:rsidRDefault="008115E1" w:rsidP="00C4189F">
            <w:pPr>
              <w:jc w:val="left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8115E1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围护结构部位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AC0E029" w14:textId="52F911E6" w:rsidR="008115E1" w:rsidRPr="008115E1" w:rsidRDefault="008115E1" w:rsidP="00C4189F">
            <w:pPr>
              <w:jc w:val="left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8115E1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热阻R限值【（m</w:t>
            </w:r>
            <w:r w:rsidRPr="008115E1">
              <w:rPr>
                <w:rFonts w:ascii="宋体" w:eastAsia="宋体" w:hAnsi="宋体"/>
                <w:b/>
                <w:bCs/>
                <w:sz w:val="18"/>
                <w:szCs w:val="18"/>
              </w:rPr>
              <w:t>2</w:t>
            </w:r>
            <w:r w:rsidRPr="008115E1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•K）/</w:t>
            </w:r>
            <w:r w:rsidRPr="008115E1">
              <w:rPr>
                <w:rFonts w:ascii="宋体" w:eastAsia="宋体" w:hAnsi="宋体"/>
                <w:b/>
                <w:bCs/>
                <w:sz w:val="18"/>
                <w:szCs w:val="18"/>
              </w:rPr>
              <w:t>W</w:t>
            </w:r>
            <w:r w:rsidRPr="008115E1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】</w:t>
            </w:r>
          </w:p>
        </w:tc>
        <w:tc>
          <w:tcPr>
            <w:tcW w:w="2561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6450B8" w14:textId="0B5FA398" w:rsidR="008115E1" w:rsidRPr="008115E1" w:rsidRDefault="008115E1" w:rsidP="00C4189F">
            <w:pPr>
              <w:jc w:val="left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8115E1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热阻R设计值【（m</w:t>
            </w:r>
            <w:r w:rsidRPr="008115E1">
              <w:rPr>
                <w:rFonts w:ascii="宋体" w:eastAsia="宋体" w:hAnsi="宋体"/>
                <w:b/>
                <w:bCs/>
                <w:sz w:val="18"/>
                <w:szCs w:val="18"/>
              </w:rPr>
              <w:t>2</w:t>
            </w:r>
            <w:r w:rsidRPr="008115E1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•K）/</w:t>
            </w:r>
            <w:r w:rsidRPr="008115E1">
              <w:rPr>
                <w:rFonts w:ascii="宋体" w:eastAsia="宋体" w:hAnsi="宋体"/>
                <w:b/>
                <w:bCs/>
                <w:sz w:val="18"/>
                <w:szCs w:val="18"/>
              </w:rPr>
              <w:t>W</w:t>
            </w:r>
            <w:r w:rsidRPr="008115E1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】</w:t>
            </w:r>
          </w:p>
        </w:tc>
      </w:tr>
      <w:tr w:rsidR="008115E1" w:rsidRPr="002D03E8" w14:paraId="0BD9F616" w14:textId="77777777" w:rsidTr="00F73D8C">
        <w:trPr>
          <w:trHeight w:val="397"/>
          <w:jc w:val="center"/>
        </w:trPr>
        <w:tc>
          <w:tcPr>
            <w:tcW w:w="1554" w:type="dxa"/>
            <w:gridSpan w:val="3"/>
            <w:vMerge w:val="restart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3146C99" w14:textId="77777777" w:rsidR="008115E1" w:rsidRPr="008115E1" w:rsidRDefault="008115E1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8115E1">
              <w:rPr>
                <w:rFonts w:ascii="宋体" w:eastAsia="宋体" w:hAnsi="宋体" w:hint="eastAsia"/>
                <w:sz w:val="18"/>
                <w:szCs w:val="18"/>
              </w:rPr>
              <w:t>地面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25B3FD7" w14:textId="56413D9F" w:rsidR="008115E1" w:rsidRPr="008115E1" w:rsidRDefault="008115E1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8115E1">
              <w:rPr>
                <w:rFonts w:ascii="宋体" w:eastAsia="宋体" w:hAnsi="宋体" w:hint="eastAsia"/>
                <w:sz w:val="18"/>
                <w:szCs w:val="18"/>
              </w:rPr>
              <w:t>周边地面</w:t>
            </w:r>
          </w:p>
        </w:tc>
        <w:tc>
          <w:tcPr>
            <w:tcW w:w="3686" w:type="dxa"/>
            <w:gridSpan w:val="5"/>
            <w:shd w:val="clear" w:color="auto" w:fill="FFFFFF"/>
            <w:vAlign w:val="center"/>
          </w:tcPr>
          <w:p w14:paraId="01ACD807" w14:textId="71B48625" w:rsidR="008115E1" w:rsidRPr="008115E1" w:rsidRDefault="008115E1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≥1</w:t>
            </w:r>
            <w:r>
              <w:rPr>
                <w:rFonts w:ascii="宋体" w:eastAsia="宋体" w:hAnsi="宋体"/>
                <w:sz w:val="18"/>
                <w:szCs w:val="18"/>
              </w:rPr>
              <w:t>.1</w:t>
            </w:r>
          </w:p>
        </w:tc>
        <w:tc>
          <w:tcPr>
            <w:tcW w:w="2561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EE82B82" w14:textId="49E8091A" w:rsidR="008115E1" w:rsidRPr="0019510E" w:rsidRDefault="0019510E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5" w:name="周边地面R"/>
            <w:r>
              <w:t>2.17</w:t>
            </w:r>
            <w:bookmarkStart w:id="16" w:name="周边地面保温层R"/>
            <w:r>
              <w:t>1.46</w:t>
            </w:r>
            <w:bookmarkEnd w:id="15"/>
            <w:r w:rsidRPr="0019510E">
              <w:rPr>
                <w:rFonts w:ascii="宋体" w:eastAsia="宋体" w:hAnsi="宋体" w:hint="eastAsia"/>
                <w:sz w:val="18"/>
                <w:szCs w:val="18"/>
              </w:rPr>
              <w:t>—</w:t>
            </w:r>
            <w:bookmarkEnd w:id="16"/>
          </w:p>
        </w:tc>
      </w:tr>
      <w:tr w:rsidR="008115E1" w:rsidRPr="002D03E8" w14:paraId="779BB096" w14:textId="77777777" w:rsidTr="00F73D8C">
        <w:trPr>
          <w:trHeight w:val="397"/>
          <w:jc w:val="center"/>
        </w:trPr>
        <w:tc>
          <w:tcPr>
            <w:tcW w:w="1554" w:type="dxa"/>
            <w:gridSpan w:val="3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E803576" w14:textId="77777777" w:rsidR="008115E1" w:rsidRPr="008115E1" w:rsidRDefault="008115E1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444A89CD" w14:textId="39B87562" w:rsidR="008115E1" w:rsidRPr="008115E1" w:rsidRDefault="008115E1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8115E1">
              <w:rPr>
                <w:rFonts w:ascii="宋体" w:eastAsia="宋体" w:hAnsi="宋体" w:hint="eastAsia"/>
                <w:sz w:val="18"/>
                <w:szCs w:val="18"/>
              </w:rPr>
              <w:t>非周边地面</w:t>
            </w:r>
          </w:p>
        </w:tc>
        <w:tc>
          <w:tcPr>
            <w:tcW w:w="3686" w:type="dxa"/>
            <w:gridSpan w:val="5"/>
            <w:shd w:val="clear" w:color="auto" w:fill="FFFFFF"/>
            <w:vAlign w:val="center"/>
          </w:tcPr>
          <w:p w14:paraId="7A9554B0" w14:textId="51722035" w:rsidR="008115E1" w:rsidRPr="008115E1" w:rsidRDefault="008115E1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≥1</w:t>
            </w:r>
            <w:r>
              <w:rPr>
                <w:rFonts w:ascii="宋体" w:eastAsia="宋体" w:hAnsi="宋体"/>
                <w:sz w:val="18"/>
                <w:szCs w:val="18"/>
              </w:rPr>
              <w:t>.1</w:t>
            </w:r>
          </w:p>
        </w:tc>
        <w:tc>
          <w:tcPr>
            <w:tcW w:w="2561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4DDECE43" w14:textId="67DBCCD8" w:rsidR="008115E1" w:rsidRPr="0019510E" w:rsidRDefault="0019510E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7" w:name="非周边地面R"/>
            <w:r>
              <w:t>0.74</w:t>
            </w:r>
            <w:bookmarkStart w:id="18" w:name="非周边地面保温层R"/>
            <w:r>
              <w:t>0.03</w:t>
            </w:r>
            <w:bookmarkEnd w:id="17"/>
            <w:r w:rsidRPr="0019510E">
              <w:rPr>
                <w:rFonts w:ascii="宋体" w:eastAsia="宋体" w:hAnsi="宋体" w:hint="eastAsia"/>
                <w:sz w:val="18"/>
                <w:szCs w:val="18"/>
              </w:rPr>
              <w:t>—</w:t>
            </w:r>
            <w:bookmarkEnd w:id="18"/>
          </w:p>
        </w:tc>
      </w:tr>
      <w:tr w:rsidR="008115E1" w:rsidRPr="002D03E8" w14:paraId="296E82C4" w14:textId="77777777" w:rsidTr="00F73D8C">
        <w:trPr>
          <w:trHeight w:val="397"/>
          <w:jc w:val="center"/>
        </w:trPr>
        <w:tc>
          <w:tcPr>
            <w:tcW w:w="3397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6F1E6A7" w14:textId="2B3CF3FC" w:rsidR="008115E1" w:rsidRPr="008115E1" w:rsidRDefault="008115E1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供暖地下室外墙（与土壤接触的墙）</w:t>
            </w:r>
          </w:p>
        </w:tc>
        <w:tc>
          <w:tcPr>
            <w:tcW w:w="3686" w:type="dxa"/>
            <w:gridSpan w:val="5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92A7999" w14:textId="24140DF0" w:rsidR="008115E1" w:rsidRPr="008115E1" w:rsidRDefault="008115E1" w:rsidP="00C4189F">
            <w:pPr>
              <w:jc w:val="left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≥1</w:t>
            </w:r>
            <w:r>
              <w:rPr>
                <w:rFonts w:ascii="宋体" w:eastAsia="宋体" w:hAnsi="宋体"/>
                <w:sz w:val="18"/>
                <w:szCs w:val="18"/>
              </w:rPr>
              <w:t>.1</w:t>
            </w:r>
          </w:p>
        </w:tc>
        <w:tc>
          <w:tcPr>
            <w:tcW w:w="2561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87AFC3" w14:textId="1961B11A" w:rsidR="008115E1" w:rsidRPr="0019510E" w:rsidRDefault="0019510E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9" w:name="地下墙K"/>
            <w:r>
              <w:t>－</w:t>
            </w:r>
            <w:bookmarkStart w:id="20" w:name="采暖地下室外墙保温层R"/>
            <w:r>
              <w:t>－</w:t>
            </w:r>
            <w:bookmarkEnd w:id="19"/>
            <w:r w:rsidRPr="0019510E">
              <w:rPr>
                <w:rFonts w:ascii="宋体" w:eastAsia="宋体" w:hAnsi="宋体" w:hint="eastAsia"/>
                <w:sz w:val="18"/>
                <w:szCs w:val="18"/>
              </w:rPr>
              <w:t>—</w:t>
            </w:r>
            <w:bookmarkEnd w:id="20"/>
          </w:p>
        </w:tc>
      </w:tr>
      <w:tr w:rsidR="00C4189F" w:rsidRPr="002D03E8" w14:paraId="70FD772D" w14:textId="77777777" w:rsidTr="00F73D8C">
        <w:trPr>
          <w:trHeight w:val="397"/>
          <w:jc w:val="center"/>
        </w:trPr>
        <w:tc>
          <w:tcPr>
            <w:tcW w:w="339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FD9C4" w14:textId="1827DC57" w:rsidR="00C4189F" w:rsidRPr="002D03E8" w:rsidRDefault="00C4189F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建筑能耗值</w:t>
            </w:r>
          </w:p>
        </w:tc>
        <w:tc>
          <w:tcPr>
            <w:tcW w:w="369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20979" w14:textId="0C100A19" w:rsidR="00C4189F" w:rsidRPr="0019510E" w:rsidRDefault="0019510E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9510E">
              <w:rPr>
                <w:rFonts w:ascii="宋体" w:eastAsia="宋体" w:hAnsi="宋体" w:hint="eastAsia"/>
                <w:sz w:val="18"/>
                <w:szCs w:val="18"/>
              </w:rPr>
              <w:t>参照建筑全年总耗煤量</w:t>
            </w:r>
            <w:r w:rsidR="00C4189F" w:rsidRPr="0019510E">
              <w:rPr>
                <w:rFonts w:ascii="宋体" w:eastAsia="宋体" w:hAnsi="宋体" w:hint="eastAsia"/>
                <w:sz w:val="18"/>
                <w:szCs w:val="18"/>
              </w:rPr>
              <w:t>（</w:t>
            </w:r>
            <w:r w:rsidRPr="0019510E">
              <w:rPr>
                <w:rFonts w:ascii="宋体" w:eastAsia="宋体" w:hAnsi="宋体" w:hint="eastAsia"/>
                <w:sz w:val="18"/>
                <w:szCs w:val="18"/>
              </w:rPr>
              <w:t>k</w:t>
            </w:r>
            <w:r w:rsidRPr="0019510E">
              <w:rPr>
                <w:rFonts w:ascii="宋体" w:eastAsia="宋体" w:hAnsi="宋体"/>
                <w:sz w:val="18"/>
                <w:szCs w:val="18"/>
              </w:rPr>
              <w:t>gce</w:t>
            </w:r>
            <w:r w:rsidRPr="0019510E">
              <w:rPr>
                <w:rFonts w:ascii="宋体" w:eastAsia="宋体" w:hAnsi="宋体" w:hint="eastAsia"/>
                <w:sz w:val="18"/>
                <w:szCs w:val="18"/>
              </w:rPr>
              <w:t>/m2</w:t>
            </w:r>
            <w:r w:rsidR="00C4189F" w:rsidRPr="0019510E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F2358F" w14:textId="5003E738" w:rsidR="00C4189F" w:rsidRPr="002D03E8" w:rsidRDefault="0019510E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1" w:name="参照建筑物能耗值"/>
            <w:bookmarkStart w:id="22" w:name="参照建筑全年供暖空调标煤能耗"/>
            <w:r>
              <w:t>24.22</w:t>
            </w:r>
            <w:bookmarkEnd w:id="21"/>
            <w:r w:rsidRPr="0019510E">
              <w:rPr>
                <w:rFonts w:ascii="宋体" w:eastAsia="宋体" w:hAnsi="宋体" w:hint="eastAsia"/>
                <w:sz w:val="18"/>
                <w:szCs w:val="18"/>
              </w:rPr>
              <w:t>—</w:t>
            </w:r>
            <w:bookmarkEnd w:id="22"/>
          </w:p>
        </w:tc>
      </w:tr>
      <w:tr w:rsidR="00EF33B3" w:rsidRPr="002D03E8" w14:paraId="283AF7CB" w14:textId="77777777" w:rsidTr="00EB3337">
        <w:trPr>
          <w:trHeight w:val="369"/>
          <w:jc w:val="center"/>
        </w:trPr>
        <w:tc>
          <w:tcPr>
            <w:tcW w:w="3397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1FD72" w14:textId="77777777" w:rsidR="00EF33B3" w:rsidRPr="002D03E8" w:rsidRDefault="00EF33B3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4E140" w14:textId="57948A27" w:rsidR="00EF33B3" w:rsidRPr="0019510E" w:rsidRDefault="0019510E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9510E">
              <w:rPr>
                <w:rFonts w:ascii="宋体" w:eastAsia="宋体" w:hAnsi="宋体" w:hint="eastAsia"/>
                <w:sz w:val="18"/>
                <w:szCs w:val="18"/>
              </w:rPr>
              <w:t>设计建筑全年总耗煤量</w:t>
            </w:r>
            <w:r w:rsidR="00EF33B3" w:rsidRPr="0019510E">
              <w:rPr>
                <w:rFonts w:ascii="宋体" w:eastAsia="宋体" w:hAnsi="宋体" w:hint="eastAsia"/>
                <w:sz w:val="18"/>
                <w:szCs w:val="18"/>
              </w:rPr>
              <w:t>（</w:t>
            </w:r>
            <w:r w:rsidRPr="0019510E">
              <w:rPr>
                <w:rFonts w:ascii="宋体" w:eastAsia="宋体" w:hAnsi="宋体" w:hint="eastAsia"/>
                <w:sz w:val="18"/>
                <w:szCs w:val="18"/>
              </w:rPr>
              <w:t>k</w:t>
            </w:r>
            <w:r w:rsidRPr="0019510E">
              <w:rPr>
                <w:rFonts w:ascii="宋体" w:eastAsia="宋体" w:hAnsi="宋体"/>
                <w:sz w:val="18"/>
                <w:szCs w:val="18"/>
              </w:rPr>
              <w:t>gce</w:t>
            </w:r>
            <w:r w:rsidRPr="0019510E">
              <w:rPr>
                <w:rFonts w:ascii="宋体" w:eastAsia="宋体" w:hAnsi="宋体" w:hint="eastAsia"/>
                <w:sz w:val="18"/>
                <w:szCs w:val="18"/>
              </w:rPr>
              <w:t>/m2</w:t>
            </w:r>
            <w:r w:rsidR="00EF33B3" w:rsidRPr="0019510E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71F7C4" w14:textId="593FF479" w:rsidR="00EF33B3" w:rsidRPr="002D03E8" w:rsidRDefault="0019510E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3" w:name="设计建筑物的能耗值"/>
            <w:bookmarkStart w:id="24" w:name="全年供暖空调标煤能耗"/>
            <w:r>
              <w:t>24.22</w:t>
            </w:r>
            <w:bookmarkEnd w:id="23"/>
            <w:r w:rsidRPr="0019510E">
              <w:rPr>
                <w:rFonts w:ascii="宋体" w:eastAsia="宋体" w:hAnsi="宋体" w:hint="eastAsia"/>
                <w:sz w:val="18"/>
                <w:szCs w:val="18"/>
              </w:rPr>
              <w:t>—</w:t>
            </w:r>
            <w:bookmarkEnd w:id="24"/>
          </w:p>
        </w:tc>
      </w:tr>
      <w:tr w:rsidR="00C4189F" w:rsidRPr="002D03E8" w14:paraId="19A836C7" w14:textId="77777777" w:rsidTr="00F73D8C">
        <w:trPr>
          <w:trHeight w:val="1894"/>
          <w:jc w:val="center"/>
        </w:trPr>
        <w:tc>
          <w:tcPr>
            <w:tcW w:w="964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BBFF8" w14:textId="77777777" w:rsidR="00C4189F" w:rsidRPr="00FA6E92" w:rsidRDefault="00C4189F" w:rsidP="00C4189F">
            <w:pPr>
              <w:jc w:val="left"/>
              <w:rPr>
                <w:rFonts w:ascii="宋体" w:eastAsia="宋体" w:hAnsi="宋体"/>
                <w:b/>
                <w:szCs w:val="21"/>
              </w:rPr>
            </w:pPr>
            <w:r w:rsidRPr="00FA6E92">
              <w:rPr>
                <w:rFonts w:ascii="宋体" w:eastAsia="宋体" w:hAnsi="宋体" w:hint="eastAsia"/>
                <w:szCs w:val="21"/>
              </w:rPr>
              <w:sym w:font="Wingdings 2" w:char="F0EA"/>
            </w:r>
            <w:r w:rsidRPr="00FA6E92">
              <w:rPr>
                <w:rFonts w:ascii="宋体" w:eastAsia="宋体" w:hAnsi="宋体" w:hint="eastAsia"/>
                <w:b/>
                <w:szCs w:val="21"/>
              </w:rPr>
              <w:t>图审意见：</w:t>
            </w:r>
          </w:p>
          <w:p w14:paraId="5CC051BA" w14:textId="77777777" w:rsidR="00C4189F" w:rsidRPr="002D03E8" w:rsidRDefault="00C4189F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590C3518" w14:textId="77777777" w:rsidR="00C4189F" w:rsidRDefault="00C4189F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445DC278" w14:textId="77777777" w:rsidR="00C4189F" w:rsidRDefault="00C4189F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5BFA4CE2" w14:textId="77777777" w:rsidR="00C4189F" w:rsidRPr="002D03E8" w:rsidRDefault="00C4189F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2C646B65" w14:textId="77777777" w:rsidR="00C4189F" w:rsidRPr="00FA6E92" w:rsidRDefault="00C4189F" w:rsidP="00C4189F">
            <w:pPr>
              <w:ind w:firstLineChars="3200" w:firstLine="6746"/>
              <w:jc w:val="left"/>
              <w:rPr>
                <w:rFonts w:ascii="宋体" w:eastAsia="宋体" w:hAnsi="宋体"/>
                <w:b/>
                <w:szCs w:val="21"/>
              </w:rPr>
            </w:pPr>
            <w:r w:rsidRPr="00FA6E92">
              <w:rPr>
                <w:rFonts w:ascii="宋体" w:eastAsia="宋体" w:hAnsi="宋体" w:hint="eastAsia"/>
                <w:b/>
                <w:szCs w:val="21"/>
              </w:rPr>
              <w:t>图审机构（盖章）</w:t>
            </w:r>
          </w:p>
          <w:p w14:paraId="2378CDBF" w14:textId="77777777" w:rsidR="00C4189F" w:rsidRPr="002D03E8" w:rsidRDefault="00C4189F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6C79D9DF" w14:textId="77777777" w:rsidR="00C4189F" w:rsidRPr="002D03E8" w:rsidRDefault="00C4189F" w:rsidP="00C4189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 xml:space="preserve">                  </w:t>
            </w:r>
          </w:p>
        </w:tc>
      </w:tr>
    </w:tbl>
    <w:p w14:paraId="654A2005" w14:textId="77777777" w:rsidR="006D5A80" w:rsidRDefault="004066D3" w:rsidP="004066D3">
      <w:pPr>
        <w:jc w:val="left"/>
      </w:pPr>
      <w:r w:rsidRPr="004066D3">
        <w:t xml:space="preserve">                                              </w:t>
      </w:r>
      <w:r>
        <w:t xml:space="preserve">                            </w:t>
      </w:r>
    </w:p>
    <w:sectPr w:rsidR="006D5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1D6FB" w14:textId="77777777" w:rsidR="00693C9B" w:rsidRDefault="00693C9B" w:rsidP="006D5A80">
      <w:r>
        <w:separator/>
      </w:r>
    </w:p>
  </w:endnote>
  <w:endnote w:type="continuationSeparator" w:id="0">
    <w:p w14:paraId="260C8A0A" w14:textId="77777777" w:rsidR="00693C9B" w:rsidRDefault="00693C9B" w:rsidP="006D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F5B90" w14:textId="77777777" w:rsidR="00693C9B" w:rsidRDefault="00693C9B" w:rsidP="006D5A80">
      <w:r>
        <w:separator/>
      </w:r>
    </w:p>
  </w:footnote>
  <w:footnote w:type="continuationSeparator" w:id="0">
    <w:p w14:paraId="5E039A8B" w14:textId="77777777" w:rsidR="00693C9B" w:rsidRDefault="00693C9B" w:rsidP="006D5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A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5A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5A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5A80"/>
    <w:rPr>
      <w:sz w:val="18"/>
      <w:szCs w:val="18"/>
    </w:rPr>
  </w:style>
  <w:style w:type="character" w:styleId="a7">
    <w:name w:val="Placeholder Text"/>
    <w:basedOn w:val="a0"/>
    <w:uiPriority w:val="99"/>
    <w:semiHidden/>
    <w:rsid w:val="00147B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工业建筑节能审查信息表-严寒B区.dotx</Template>
  <TotalTime>0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wxk</dc:creator>
  <cp:keywords/>
  <dc:description/>
  <cp:lastModifiedBy>h s</cp:lastModifiedBy>
  <cp:revision>2</cp:revision>
  <dcterms:created xsi:type="dcterms:W3CDTF">2022-05-23T10:16:00Z</dcterms:created>
  <dcterms:modified xsi:type="dcterms:W3CDTF">2022-05-23T10:16:00Z</dcterms:modified>
</cp:coreProperties>
</file>